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1C18F" w14:textId="77777777" w:rsidR="00415258" w:rsidRDefault="00415258" w:rsidP="00721093">
      <w:pPr>
        <w:spacing w:line="312" w:lineRule="auto"/>
        <w:jc w:val="center"/>
        <w:rPr>
          <w:rFonts w:ascii="Arial" w:hAnsi="Arial" w:cs="Arial"/>
          <w:b/>
          <w:bCs/>
        </w:rPr>
      </w:pPr>
    </w:p>
    <w:p w14:paraId="37516999" w14:textId="77777777" w:rsidR="001368D6" w:rsidRDefault="001368D6" w:rsidP="00721093">
      <w:pPr>
        <w:spacing w:line="312" w:lineRule="auto"/>
        <w:jc w:val="center"/>
        <w:rPr>
          <w:rFonts w:ascii="Arial" w:hAnsi="Arial" w:cs="Arial"/>
          <w:b/>
          <w:bCs/>
        </w:rPr>
      </w:pPr>
    </w:p>
    <w:p w14:paraId="051E041D" w14:textId="5CAAFF66" w:rsidR="00782A55" w:rsidRPr="00E054EE" w:rsidRDefault="00721093" w:rsidP="00721093">
      <w:pPr>
        <w:spacing w:line="312" w:lineRule="auto"/>
        <w:jc w:val="center"/>
        <w:rPr>
          <w:rFonts w:ascii="Arial" w:hAnsi="Arial" w:cs="Arial"/>
          <w:b/>
          <w:bCs/>
        </w:rPr>
      </w:pPr>
      <w:r w:rsidRPr="00E054EE">
        <w:rPr>
          <w:rFonts w:ascii="Arial" w:hAnsi="Arial" w:cs="Arial"/>
          <w:b/>
          <w:bCs/>
        </w:rPr>
        <w:t xml:space="preserve">Câmara Municipal de </w:t>
      </w:r>
      <w:r w:rsidR="00782A55" w:rsidRPr="00E054EE">
        <w:rPr>
          <w:rFonts w:ascii="Arial" w:hAnsi="Arial" w:cs="Arial"/>
          <w:b/>
          <w:bCs/>
        </w:rPr>
        <w:t xml:space="preserve">Jacareí, </w:t>
      </w:r>
      <w:r w:rsidR="003336E5">
        <w:rPr>
          <w:rFonts w:ascii="Arial" w:hAnsi="Arial" w:cs="Arial"/>
          <w:b/>
          <w:bCs/>
        </w:rPr>
        <w:t>22</w:t>
      </w:r>
      <w:r w:rsidR="003A795F">
        <w:rPr>
          <w:rFonts w:ascii="Arial" w:hAnsi="Arial" w:cs="Arial"/>
          <w:b/>
          <w:bCs/>
        </w:rPr>
        <w:t xml:space="preserve"> de outubro</w:t>
      </w:r>
      <w:r w:rsidR="00782A55" w:rsidRPr="00E054EE">
        <w:rPr>
          <w:rFonts w:ascii="Arial" w:hAnsi="Arial" w:cs="Arial"/>
          <w:b/>
          <w:bCs/>
        </w:rPr>
        <w:t xml:space="preserve"> de 2018.</w:t>
      </w:r>
    </w:p>
    <w:p w14:paraId="5DAB6C7B" w14:textId="77777777" w:rsidR="00772D41" w:rsidRDefault="00772D41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</w:rPr>
      </w:pPr>
    </w:p>
    <w:p w14:paraId="494CE78D" w14:textId="77777777" w:rsidR="001368D6" w:rsidRDefault="001368D6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</w:rPr>
      </w:pPr>
    </w:p>
    <w:p w14:paraId="0DF85244" w14:textId="6396CCC0" w:rsidR="00782A55" w:rsidRPr="00E054EE" w:rsidRDefault="00782A55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</w:rPr>
      </w:pPr>
      <w:proofErr w:type="gramStart"/>
      <w:r w:rsidRPr="00E054EE">
        <w:rPr>
          <w:rFonts w:ascii="Arial" w:hAnsi="Arial" w:cs="Arial"/>
        </w:rPr>
        <w:t>Assunto:</w:t>
      </w:r>
      <w:r w:rsidRPr="00E054EE">
        <w:rPr>
          <w:rFonts w:ascii="Arial" w:hAnsi="Arial" w:cs="Arial"/>
        </w:rPr>
        <w:tab/>
      </w:r>
      <w:proofErr w:type="gramEnd"/>
      <w:r w:rsidRPr="00E054EE">
        <w:rPr>
          <w:rFonts w:ascii="Arial" w:hAnsi="Arial" w:cs="Arial"/>
          <w:b/>
          <w:bCs/>
        </w:rPr>
        <w:t xml:space="preserve">ORDEM DO DIA DA </w:t>
      </w:r>
      <w:r w:rsidR="000277E8" w:rsidRPr="00E054EE">
        <w:rPr>
          <w:rFonts w:ascii="Arial" w:hAnsi="Arial" w:cs="Arial"/>
          <w:b/>
          <w:bCs/>
        </w:rPr>
        <w:t>3</w:t>
      </w:r>
      <w:r w:rsidR="003336E5">
        <w:rPr>
          <w:rFonts w:ascii="Arial" w:hAnsi="Arial" w:cs="Arial"/>
          <w:b/>
          <w:bCs/>
        </w:rPr>
        <w:t>4</w:t>
      </w:r>
      <w:r w:rsidRPr="00E054EE">
        <w:rPr>
          <w:rFonts w:ascii="Arial" w:hAnsi="Arial" w:cs="Arial"/>
          <w:b/>
          <w:bCs/>
        </w:rPr>
        <w:t>ª SESSÃO ORDINÁRIA DO ANO DE 2018</w:t>
      </w:r>
    </w:p>
    <w:p w14:paraId="7BDBBC8C" w14:textId="779746F2" w:rsidR="00782A55" w:rsidRPr="00E054EE" w:rsidRDefault="00782A55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</w:rPr>
      </w:pPr>
      <w:proofErr w:type="gramStart"/>
      <w:r w:rsidRPr="00E054EE">
        <w:rPr>
          <w:rFonts w:ascii="Arial" w:hAnsi="Arial" w:cs="Arial"/>
        </w:rPr>
        <w:t>Data:</w:t>
      </w:r>
      <w:r w:rsidRPr="00E054EE">
        <w:rPr>
          <w:rFonts w:ascii="Arial" w:hAnsi="Arial" w:cs="Arial"/>
        </w:rPr>
        <w:tab/>
      </w:r>
      <w:proofErr w:type="gramEnd"/>
      <w:r w:rsidR="003336E5">
        <w:rPr>
          <w:rFonts w:ascii="Arial" w:hAnsi="Arial" w:cs="Arial"/>
          <w:b/>
        </w:rPr>
        <w:t>24</w:t>
      </w:r>
      <w:r w:rsidR="003A795F">
        <w:rPr>
          <w:rFonts w:ascii="Arial" w:hAnsi="Arial" w:cs="Arial"/>
          <w:b/>
        </w:rPr>
        <w:t xml:space="preserve"> DE OUTUBRO</w:t>
      </w:r>
      <w:r w:rsidRPr="00E054EE">
        <w:rPr>
          <w:rFonts w:ascii="Arial" w:hAnsi="Arial" w:cs="Arial"/>
          <w:b/>
        </w:rPr>
        <w:t xml:space="preserve"> DE 2018</w:t>
      </w:r>
      <w:r w:rsidRPr="00E054EE">
        <w:rPr>
          <w:rFonts w:ascii="Arial" w:hAnsi="Arial" w:cs="Arial"/>
          <w:b/>
          <w:bCs/>
        </w:rPr>
        <w:t xml:space="preserve"> (</w:t>
      </w:r>
      <w:r w:rsidR="002454AE" w:rsidRPr="00E054EE">
        <w:rPr>
          <w:rFonts w:ascii="Arial" w:hAnsi="Arial" w:cs="Arial"/>
          <w:b/>
          <w:bCs/>
        </w:rPr>
        <w:t>QUARTA</w:t>
      </w:r>
      <w:r w:rsidRPr="00E054EE">
        <w:rPr>
          <w:rFonts w:ascii="Arial" w:hAnsi="Arial" w:cs="Arial"/>
          <w:b/>
          <w:bCs/>
        </w:rPr>
        <w:t>-FEIRA)</w:t>
      </w:r>
    </w:p>
    <w:p w14:paraId="3AA2EC96" w14:textId="77777777" w:rsidR="00782A55" w:rsidRPr="00E054EE" w:rsidRDefault="00782A55" w:rsidP="003E580C">
      <w:pPr>
        <w:tabs>
          <w:tab w:val="left" w:pos="1134"/>
        </w:tabs>
        <w:spacing w:line="312" w:lineRule="auto"/>
        <w:jc w:val="both"/>
        <w:rPr>
          <w:rFonts w:ascii="Arial" w:hAnsi="Arial" w:cs="Arial"/>
          <w:b/>
          <w:bCs/>
        </w:rPr>
      </w:pPr>
      <w:proofErr w:type="gramStart"/>
      <w:r w:rsidRPr="00E054EE">
        <w:rPr>
          <w:rFonts w:ascii="Arial" w:hAnsi="Arial" w:cs="Arial"/>
        </w:rPr>
        <w:t>Início:</w:t>
      </w:r>
      <w:r w:rsidRPr="00E054EE">
        <w:rPr>
          <w:rFonts w:ascii="Arial" w:hAnsi="Arial" w:cs="Arial"/>
        </w:rPr>
        <w:tab/>
      </w:r>
      <w:proofErr w:type="gramEnd"/>
      <w:r w:rsidRPr="00E054EE">
        <w:rPr>
          <w:rFonts w:ascii="Arial" w:hAnsi="Arial" w:cs="Arial"/>
          <w:b/>
          <w:bCs/>
        </w:rPr>
        <w:t>09 HORAS</w:t>
      </w:r>
    </w:p>
    <w:p w14:paraId="6A05A809" w14:textId="77777777" w:rsidR="00772D41" w:rsidRDefault="00772D41" w:rsidP="003E580C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CD112E4" w14:textId="77777777" w:rsidR="00415258" w:rsidRPr="00E054EE" w:rsidRDefault="00415258" w:rsidP="003E580C">
      <w:pPr>
        <w:spacing w:line="312" w:lineRule="auto"/>
        <w:jc w:val="both"/>
        <w:rPr>
          <w:rFonts w:ascii="Arial" w:hAnsi="Arial" w:cs="Arial"/>
          <w:b/>
          <w:bCs/>
        </w:rPr>
      </w:pPr>
    </w:p>
    <w:p w14:paraId="1164D2DA" w14:textId="1B12B42E" w:rsidR="00782A55" w:rsidRPr="00E054EE" w:rsidRDefault="00782A55" w:rsidP="003E580C">
      <w:pPr>
        <w:spacing w:line="312" w:lineRule="auto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 xml:space="preserve">Em conformidade com as disposições legais e regimentais vigentes, informamos a pauta resumida para a </w:t>
      </w:r>
      <w:r w:rsidR="000277E8" w:rsidRPr="00E054EE">
        <w:rPr>
          <w:rFonts w:ascii="Arial" w:hAnsi="Arial" w:cs="Arial"/>
          <w:b/>
        </w:rPr>
        <w:t>3</w:t>
      </w:r>
      <w:r w:rsidR="003336E5">
        <w:rPr>
          <w:rFonts w:ascii="Arial" w:hAnsi="Arial" w:cs="Arial"/>
          <w:b/>
        </w:rPr>
        <w:t>4</w:t>
      </w:r>
      <w:r w:rsidRPr="00E054EE">
        <w:rPr>
          <w:rFonts w:ascii="Arial" w:hAnsi="Arial" w:cs="Arial"/>
          <w:b/>
        </w:rPr>
        <w:t>ª SESSÃO ORDINÁRIA do ano de 2018</w:t>
      </w:r>
      <w:r w:rsidRPr="00E054EE">
        <w:rPr>
          <w:rFonts w:ascii="Arial" w:hAnsi="Arial" w:cs="Arial"/>
        </w:rPr>
        <w:t xml:space="preserve"> desta Casa Legislativa:</w:t>
      </w:r>
    </w:p>
    <w:p w14:paraId="5A39BBE3" w14:textId="77777777" w:rsidR="00782A55" w:rsidRPr="00E054EE" w:rsidRDefault="00782A55" w:rsidP="003E580C">
      <w:pPr>
        <w:spacing w:line="312" w:lineRule="auto"/>
        <w:jc w:val="both"/>
        <w:rPr>
          <w:rFonts w:ascii="Arial" w:hAnsi="Arial" w:cs="Arial"/>
        </w:rPr>
      </w:pPr>
    </w:p>
    <w:p w14:paraId="1AA73908" w14:textId="757EF443" w:rsidR="00BC4EA0" w:rsidRPr="00D658B7" w:rsidRDefault="00BC4EA0" w:rsidP="00082358">
      <w:pPr>
        <w:pStyle w:val="PargrafodaLista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D658B7">
        <w:rPr>
          <w:rFonts w:ascii="Arial" w:hAnsi="Arial" w:cs="Arial"/>
        </w:rPr>
        <w:t xml:space="preserve">Solenidade </w:t>
      </w:r>
      <w:r w:rsidR="00D658B7" w:rsidRPr="00D658B7">
        <w:rPr>
          <w:rFonts w:ascii="Arial" w:hAnsi="Arial" w:cs="Arial"/>
        </w:rPr>
        <w:t>de entrega da "</w:t>
      </w:r>
      <w:r w:rsidR="00D658B7">
        <w:rPr>
          <w:rFonts w:ascii="Arial" w:hAnsi="Arial" w:cs="Arial"/>
        </w:rPr>
        <w:t>L</w:t>
      </w:r>
      <w:r w:rsidR="00D658B7" w:rsidRPr="00D658B7">
        <w:rPr>
          <w:rFonts w:ascii="Arial" w:hAnsi="Arial" w:cs="Arial"/>
        </w:rPr>
        <w:t xml:space="preserve">áurea de </w:t>
      </w:r>
      <w:r w:rsidR="00D658B7">
        <w:rPr>
          <w:rFonts w:ascii="Arial" w:hAnsi="Arial" w:cs="Arial"/>
        </w:rPr>
        <w:t>H</w:t>
      </w:r>
      <w:r w:rsidR="00D658B7" w:rsidRPr="00D658B7">
        <w:rPr>
          <w:rFonts w:ascii="Arial" w:hAnsi="Arial" w:cs="Arial"/>
        </w:rPr>
        <w:t>onra ao Mérito - Servidor Público Padrão" e da Láurea de Honra ao Mérito "Prefeito Dr. Thelmo de Almeida Cruz"</w:t>
      </w:r>
      <w:r w:rsidR="00D658B7">
        <w:rPr>
          <w:rFonts w:ascii="Arial" w:hAnsi="Arial" w:cs="Arial"/>
        </w:rPr>
        <w:t>;</w:t>
      </w:r>
    </w:p>
    <w:p w14:paraId="43063B4C" w14:textId="77777777" w:rsidR="00E30089" w:rsidRPr="00E054EE" w:rsidRDefault="00E30089" w:rsidP="00E30089">
      <w:pPr>
        <w:pStyle w:val="PargrafodaLista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Leitura e votação dos expedientes (trabalhos) dos Vereadores;</w:t>
      </w:r>
    </w:p>
    <w:p w14:paraId="34936AB4" w14:textId="77777777" w:rsidR="00782A55" w:rsidRPr="00E054EE" w:rsidRDefault="00782A55" w:rsidP="003E580C">
      <w:pPr>
        <w:pStyle w:val="PargrafodaLista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Apreciação de proposituras da Ordem do Dia;</w:t>
      </w:r>
    </w:p>
    <w:p w14:paraId="62CEC704" w14:textId="77777777" w:rsidR="00782A55" w:rsidRPr="00E054EE" w:rsidRDefault="00782A55" w:rsidP="003E580C">
      <w:pPr>
        <w:pStyle w:val="PargrafodaLista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Uso da tribuna pelos Vereadores.</w:t>
      </w:r>
    </w:p>
    <w:p w14:paraId="72A3D3EC" w14:textId="77777777" w:rsidR="00772D41" w:rsidRDefault="00772D41" w:rsidP="003E580C">
      <w:pPr>
        <w:jc w:val="both"/>
        <w:rPr>
          <w:rFonts w:ascii="Arial" w:hAnsi="Arial" w:cs="Arial"/>
        </w:rPr>
      </w:pPr>
    </w:p>
    <w:p w14:paraId="582E06A7" w14:textId="77BE5F1C" w:rsidR="00782A55" w:rsidRDefault="00782A55" w:rsidP="003E580C">
      <w:pPr>
        <w:spacing w:line="312" w:lineRule="auto"/>
        <w:ind w:left="284"/>
        <w:jc w:val="both"/>
        <w:rPr>
          <w:rFonts w:ascii="Arial" w:hAnsi="Arial" w:cs="Arial"/>
        </w:rPr>
      </w:pPr>
      <w:r w:rsidRPr="00E054EE">
        <w:rPr>
          <w:rFonts w:ascii="Arial" w:hAnsi="Arial" w:cs="Arial"/>
          <w:b/>
          <w:bCs/>
          <w:u w:val="single"/>
        </w:rPr>
        <w:t xml:space="preserve">RELAÇÃO DE </w:t>
      </w:r>
      <w:r w:rsidR="002D1901" w:rsidRPr="00E054EE">
        <w:rPr>
          <w:rFonts w:ascii="Arial" w:hAnsi="Arial" w:cs="Arial"/>
          <w:b/>
          <w:bCs/>
          <w:u w:val="single"/>
        </w:rPr>
        <w:t>MATÉRIAS</w:t>
      </w:r>
      <w:r w:rsidRPr="00E054EE">
        <w:rPr>
          <w:rFonts w:ascii="Arial" w:hAnsi="Arial" w:cs="Arial"/>
          <w:b/>
          <w:bCs/>
          <w:u w:val="single"/>
        </w:rPr>
        <w:t xml:space="preserve"> A SEREM APRECIAD</w:t>
      </w:r>
      <w:r w:rsidR="002D1901" w:rsidRPr="00E054EE">
        <w:rPr>
          <w:rFonts w:ascii="Arial" w:hAnsi="Arial" w:cs="Arial"/>
          <w:b/>
          <w:bCs/>
          <w:u w:val="single"/>
        </w:rPr>
        <w:t>A</w:t>
      </w:r>
      <w:r w:rsidRPr="00E054EE">
        <w:rPr>
          <w:rFonts w:ascii="Arial" w:hAnsi="Arial" w:cs="Arial"/>
          <w:b/>
          <w:bCs/>
          <w:u w:val="single"/>
        </w:rPr>
        <w:t>S NA ORDEM DO DIA</w:t>
      </w:r>
      <w:r w:rsidRPr="00E054EE">
        <w:rPr>
          <w:rFonts w:ascii="Arial" w:hAnsi="Arial" w:cs="Arial"/>
        </w:rPr>
        <w:t>:</w:t>
      </w:r>
    </w:p>
    <w:p w14:paraId="58F18518" w14:textId="77777777" w:rsidR="00415258" w:rsidRPr="00E054EE" w:rsidRDefault="00415258" w:rsidP="003E580C">
      <w:pPr>
        <w:spacing w:line="312" w:lineRule="auto"/>
        <w:ind w:left="284"/>
        <w:jc w:val="both"/>
        <w:rPr>
          <w:rFonts w:ascii="Arial" w:hAnsi="Arial" w:cs="Arial"/>
        </w:rPr>
      </w:pPr>
    </w:p>
    <w:p w14:paraId="040D898E" w14:textId="2DCA7E31" w:rsidR="00415258" w:rsidRDefault="00415258" w:rsidP="00415258">
      <w:pPr>
        <w:pStyle w:val="Default"/>
        <w:numPr>
          <w:ilvl w:val="0"/>
          <w:numId w:val="3"/>
        </w:numPr>
        <w:spacing w:before="12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Discussão única do Projeto de </w:t>
      </w:r>
      <w:r w:rsidR="001C7262">
        <w:rPr>
          <w:rFonts w:ascii="Arial" w:hAnsi="Arial" w:cs="Arial"/>
          <w:b/>
          <w:bCs/>
          <w:u w:val="single"/>
        </w:rPr>
        <w:t>Lei do Legislativo nº 56</w:t>
      </w:r>
      <w:r>
        <w:rPr>
          <w:rFonts w:ascii="Arial" w:hAnsi="Arial" w:cs="Arial"/>
          <w:b/>
          <w:bCs/>
          <w:u w:val="single"/>
        </w:rPr>
        <w:t>/2018.</w:t>
      </w:r>
    </w:p>
    <w:p w14:paraId="5681263E" w14:textId="5316D7BE" w:rsidR="00437A29" w:rsidRPr="00E054EE" w:rsidRDefault="00BA6FAB" w:rsidP="00437A29">
      <w:pPr>
        <w:spacing w:line="312" w:lineRule="auto"/>
        <w:ind w:left="284"/>
        <w:jc w:val="both"/>
        <w:rPr>
          <w:rFonts w:ascii="Arial" w:hAnsi="Arial" w:cs="Arial"/>
        </w:rPr>
      </w:pPr>
      <w:r w:rsidRPr="00BA6FAB">
        <w:rPr>
          <w:rFonts w:ascii="Arial" w:hAnsi="Arial" w:cs="Arial"/>
        </w:rPr>
        <w:t xml:space="preserve">OBRIGA </w:t>
      </w:r>
      <w:proofErr w:type="spellStart"/>
      <w:r w:rsidRPr="00BA6FAB">
        <w:rPr>
          <w:rFonts w:ascii="Arial" w:hAnsi="Arial" w:cs="Arial"/>
        </w:rPr>
        <w:t>PETSHOPS</w:t>
      </w:r>
      <w:proofErr w:type="spellEnd"/>
      <w:r w:rsidRPr="00BA6FAB">
        <w:rPr>
          <w:rFonts w:ascii="Arial" w:hAnsi="Arial" w:cs="Arial"/>
        </w:rPr>
        <w:t xml:space="preserve">, CLÍNICAS VETERINÁRIAS E ESTABELECIMENTOS SIMILARES A AFIXAREM CARTAZES SOBRE A PROIBIÇÃO DA VENDA E DISTRIBUIÇÃO DE </w:t>
      </w:r>
      <w:proofErr w:type="spellStart"/>
      <w:r w:rsidRPr="00BA6FAB">
        <w:rPr>
          <w:rFonts w:ascii="Arial" w:hAnsi="Arial" w:cs="Arial"/>
        </w:rPr>
        <w:t>ORGANOFOSFORADOS</w:t>
      </w:r>
      <w:proofErr w:type="spellEnd"/>
      <w:r w:rsidRPr="00BA6FAB">
        <w:rPr>
          <w:rFonts w:ascii="Arial" w:hAnsi="Arial" w:cs="Arial"/>
        </w:rPr>
        <w:t xml:space="preserve"> E </w:t>
      </w:r>
      <w:proofErr w:type="spellStart"/>
      <w:r w:rsidRPr="00BA6FAB">
        <w:rPr>
          <w:rFonts w:ascii="Arial" w:hAnsi="Arial" w:cs="Arial"/>
        </w:rPr>
        <w:t>CARBAMATOS</w:t>
      </w:r>
      <w:proofErr w:type="spellEnd"/>
      <w:r w:rsidRPr="00BA6FAB">
        <w:rPr>
          <w:rFonts w:ascii="Arial" w:hAnsi="Arial" w:cs="Arial"/>
        </w:rPr>
        <w:t>, PRODUTOS POPULARMENTE CONHECIDOS COMO "CHUMBINHO", E DÁ OUTRAS PROVIDÊNCIAS.</w:t>
      </w:r>
    </w:p>
    <w:p w14:paraId="612D435A" w14:textId="102968C3" w:rsidR="00415258" w:rsidRDefault="00415258" w:rsidP="00415258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AUTORIA: </w:t>
      </w:r>
      <w:r w:rsidR="00BA6FAB">
        <w:rPr>
          <w:rFonts w:ascii="Arial" w:hAnsi="Arial" w:cs="Arial"/>
        </w:rPr>
        <w:t>VEREADORA SÔNIA PATAS DA AMIZADE</w:t>
      </w:r>
      <w:r>
        <w:rPr>
          <w:rFonts w:ascii="Arial" w:hAnsi="Arial" w:cs="Arial"/>
        </w:rPr>
        <w:t>.</w:t>
      </w:r>
    </w:p>
    <w:p w14:paraId="2C8846F8" w14:textId="77777777" w:rsidR="001368D6" w:rsidRDefault="001368D6" w:rsidP="00415258">
      <w:pPr>
        <w:spacing w:line="312" w:lineRule="auto"/>
        <w:ind w:left="284"/>
        <w:jc w:val="both"/>
        <w:rPr>
          <w:rFonts w:ascii="Arial" w:hAnsi="Arial" w:cs="Arial"/>
        </w:rPr>
      </w:pPr>
    </w:p>
    <w:p w14:paraId="36FBAE33" w14:textId="24025C9B" w:rsidR="001368D6" w:rsidRDefault="001368D6" w:rsidP="001368D6">
      <w:pPr>
        <w:pStyle w:val="Default"/>
        <w:numPr>
          <w:ilvl w:val="0"/>
          <w:numId w:val="3"/>
        </w:numPr>
        <w:spacing w:before="120" w:line="312" w:lineRule="auto"/>
        <w:ind w:left="284" w:hanging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Discussão única do Projeto de Lei do </w:t>
      </w:r>
      <w:r>
        <w:rPr>
          <w:rFonts w:ascii="Arial" w:hAnsi="Arial" w:cs="Arial"/>
          <w:b/>
          <w:bCs/>
          <w:u w:val="single"/>
        </w:rPr>
        <w:t>Executivo</w:t>
      </w:r>
      <w:r>
        <w:rPr>
          <w:rFonts w:ascii="Arial" w:hAnsi="Arial" w:cs="Arial"/>
          <w:b/>
          <w:bCs/>
          <w:u w:val="single"/>
        </w:rPr>
        <w:t xml:space="preserve"> nº </w:t>
      </w:r>
      <w:r>
        <w:rPr>
          <w:rFonts w:ascii="Arial" w:hAnsi="Arial" w:cs="Arial"/>
          <w:b/>
          <w:bCs/>
          <w:u w:val="single"/>
        </w:rPr>
        <w:t>13</w:t>
      </w:r>
      <w:r>
        <w:rPr>
          <w:rFonts w:ascii="Arial" w:hAnsi="Arial" w:cs="Arial"/>
          <w:b/>
          <w:bCs/>
          <w:u w:val="single"/>
        </w:rPr>
        <w:t>/2018.</w:t>
      </w:r>
    </w:p>
    <w:p w14:paraId="7D8663E6" w14:textId="7C489B01" w:rsidR="000927F0" w:rsidRDefault="001368D6" w:rsidP="001368D6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ALTERA A LEI Nº 5.160, DE 14 DE FEVEREIRO DE 2008, QUE “ESTABELECE DIRETRIZES E NORMAS DA POLÍTICA MUNICIPAL DE HABITAÇÃO – </w:t>
      </w:r>
      <w:proofErr w:type="spellStart"/>
      <w:r>
        <w:rPr>
          <w:rFonts w:ascii="Arial" w:hAnsi="Arial" w:cs="Arial"/>
        </w:rPr>
        <w:t>PMH</w:t>
      </w:r>
      <w:proofErr w:type="spellEnd"/>
      <w:r>
        <w:rPr>
          <w:rFonts w:ascii="Arial" w:hAnsi="Arial" w:cs="Arial"/>
        </w:rPr>
        <w:t xml:space="preserve">, CRIA O CONSELHO MUNICIPAL DE HABITAÇÃO DE INTERESSE SOCIAL – </w:t>
      </w:r>
      <w:proofErr w:type="spellStart"/>
      <w:r>
        <w:rPr>
          <w:rFonts w:ascii="Arial" w:hAnsi="Arial" w:cs="Arial"/>
        </w:rPr>
        <w:t>CMHIS</w:t>
      </w:r>
      <w:proofErr w:type="spellEnd"/>
      <w:r>
        <w:rPr>
          <w:rFonts w:ascii="Arial" w:hAnsi="Arial" w:cs="Arial"/>
        </w:rPr>
        <w:t xml:space="preserve"> E DÁ OUTRAS PROVIDÊNCIAS”. (COM 5 EMENDAS E 1 SUBEMENDA)</w:t>
      </w:r>
    </w:p>
    <w:p w14:paraId="011B0B5A" w14:textId="6E1C50C1" w:rsidR="001368D6" w:rsidRDefault="001368D6" w:rsidP="001368D6">
      <w:pPr>
        <w:spacing w:line="312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AUTORIA: PREFEITO MUNICIPAL IZAÍAS JOSÉ DE SANTANA.</w:t>
      </w:r>
    </w:p>
    <w:p w14:paraId="7863DAE0" w14:textId="77777777" w:rsidR="003A795F" w:rsidRPr="00E054EE" w:rsidRDefault="003A795F" w:rsidP="001512EB">
      <w:pPr>
        <w:spacing w:line="312" w:lineRule="auto"/>
        <w:ind w:left="284"/>
        <w:jc w:val="both"/>
        <w:rPr>
          <w:rFonts w:ascii="Arial" w:hAnsi="Arial" w:cs="Arial"/>
        </w:rPr>
      </w:pPr>
    </w:p>
    <w:p w14:paraId="6037C2C5" w14:textId="77777777" w:rsidR="007F0541" w:rsidRPr="00E054EE" w:rsidRDefault="009F3646" w:rsidP="00290F76">
      <w:pPr>
        <w:spacing w:line="312" w:lineRule="auto"/>
        <w:jc w:val="both"/>
        <w:rPr>
          <w:rFonts w:ascii="Arial" w:hAnsi="Arial" w:cs="Arial"/>
          <w:b/>
        </w:rPr>
      </w:pPr>
      <w:r w:rsidRPr="00E054EE">
        <w:rPr>
          <w:rFonts w:ascii="Arial" w:hAnsi="Arial" w:cs="Arial"/>
        </w:rPr>
        <w:lastRenderedPageBreak/>
        <w:t>E, no ensejo, nos termos do inciso I do art. 75 do Regimento Interno e do Ato da Mesa nº 1/2018, aproveitamos para informar a seguir a ordem de votação nominal das proposituras e de uso da Tribuna nos Temas Livres (12 min.) a ser observada pelos Senhores Vereadores.</w:t>
      </w:r>
    </w:p>
    <w:p w14:paraId="4B94D5A5" w14:textId="77777777" w:rsidR="002C2CD8" w:rsidRDefault="002C2CD8" w:rsidP="009F3646">
      <w:pPr>
        <w:rPr>
          <w:rFonts w:ascii="Arial" w:hAnsi="Arial" w:cs="Arial"/>
          <w:b/>
        </w:rPr>
      </w:pPr>
    </w:p>
    <w:p w14:paraId="0E5585B4" w14:textId="77777777" w:rsidR="00BA6FAB" w:rsidRDefault="00BA6FAB" w:rsidP="009F3646">
      <w:pPr>
        <w:rPr>
          <w:rFonts w:ascii="Arial" w:hAnsi="Arial" w:cs="Arial"/>
          <w:b/>
        </w:rPr>
      </w:pPr>
    </w:p>
    <w:p w14:paraId="01F6F913" w14:textId="77777777" w:rsidR="00BA6FAB" w:rsidRPr="00E054EE" w:rsidRDefault="00BA6FAB" w:rsidP="009F3646">
      <w:pPr>
        <w:rPr>
          <w:rFonts w:ascii="Arial" w:hAnsi="Arial" w:cs="Arial"/>
          <w:b/>
        </w:rPr>
      </w:pPr>
    </w:p>
    <w:p w14:paraId="6874C0F1" w14:textId="078422F8" w:rsidR="00683F8C" w:rsidRPr="00E054EE" w:rsidRDefault="009F3646" w:rsidP="009F3646">
      <w:pPr>
        <w:spacing w:line="312" w:lineRule="auto"/>
        <w:ind w:left="284"/>
        <w:jc w:val="both"/>
        <w:rPr>
          <w:rFonts w:ascii="Arial" w:hAnsi="Arial" w:cs="Arial"/>
          <w:b/>
          <w:bCs/>
          <w:u w:val="single"/>
        </w:rPr>
      </w:pPr>
      <w:r w:rsidRPr="00E054EE">
        <w:rPr>
          <w:rFonts w:ascii="Arial" w:hAnsi="Arial" w:cs="Arial"/>
          <w:b/>
          <w:bCs/>
          <w:u w:val="single"/>
        </w:rPr>
        <w:t xml:space="preserve">ORDEM DE VOTAÇÃO </w:t>
      </w:r>
      <w:r w:rsidR="00683F8C" w:rsidRPr="00E054EE">
        <w:rPr>
          <w:rFonts w:ascii="Arial" w:hAnsi="Arial" w:cs="Arial"/>
          <w:b/>
          <w:bCs/>
          <w:u w:val="single"/>
        </w:rPr>
        <w:t xml:space="preserve">NOMINAL DAS </w:t>
      </w:r>
      <w:r w:rsidR="002D1901" w:rsidRPr="00E054EE">
        <w:rPr>
          <w:rFonts w:ascii="Arial" w:hAnsi="Arial" w:cs="Arial"/>
          <w:b/>
          <w:bCs/>
          <w:u w:val="single"/>
        </w:rPr>
        <w:t>MATÉRIAS DA ORDEM DO DIA</w:t>
      </w:r>
    </w:p>
    <w:p w14:paraId="13FD13F4" w14:textId="73E1D275" w:rsidR="009F3646" w:rsidRPr="00E054EE" w:rsidRDefault="009F3646" w:rsidP="009F3646">
      <w:pPr>
        <w:spacing w:line="312" w:lineRule="auto"/>
        <w:ind w:left="284"/>
        <w:jc w:val="both"/>
        <w:rPr>
          <w:rFonts w:ascii="Arial" w:hAnsi="Arial" w:cs="Arial"/>
          <w:b/>
          <w:bCs/>
          <w:u w:val="single"/>
        </w:rPr>
      </w:pPr>
      <w:r w:rsidRPr="00E054EE">
        <w:rPr>
          <w:rFonts w:ascii="Arial" w:hAnsi="Arial" w:cs="Arial"/>
          <w:b/>
          <w:bCs/>
          <w:u w:val="single"/>
        </w:rPr>
        <w:t>E DE USO DA TRIBUNA NOS TEMAS LIVRES</w:t>
      </w:r>
      <w:r w:rsidR="00772D41" w:rsidRPr="00E054EE">
        <w:rPr>
          <w:rFonts w:ascii="Arial" w:hAnsi="Arial" w:cs="Arial"/>
          <w:b/>
          <w:bCs/>
          <w:u w:val="single"/>
        </w:rPr>
        <w:t xml:space="preserve"> DA </w:t>
      </w:r>
      <w:r w:rsidR="009C6586">
        <w:rPr>
          <w:rFonts w:ascii="Arial" w:hAnsi="Arial" w:cs="Arial"/>
          <w:b/>
          <w:bCs/>
          <w:u w:val="single"/>
        </w:rPr>
        <w:t>3</w:t>
      </w:r>
      <w:r w:rsidR="003336E5">
        <w:rPr>
          <w:rFonts w:ascii="Arial" w:hAnsi="Arial" w:cs="Arial"/>
          <w:b/>
          <w:bCs/>
          <w:u w:val="single"/>
        </w:rPr>
        <w:t>4</w:t>
      </w:r>
      <w:r w:rsidR="002C2CD8" w:rsidRPr="00E054EE">
        <w:rPr>
          <w:rFonts w:ascii="Arial" w:hAnsi="Arial" w:cs="Arial"/>
          <w:b/>
          <w:bCs/>
          <w:u w:val="single"/>
        </w:rPr>
        <w:t xml:space="preserve">ª </w:t>
      </w:r>
      <w:proofErr w:type="spellStart"/>
      <w:r w:rsidR="002C2CD8" w:rsidRPr="00E054EE">
        <w:rPr>
          <w:rFonts w:ascii="Arial" w:hAnsi="Arial" w:cs="Arial"/>
          <w:b/>
          <w:bCs/>
          <w:u w:val="single"/>
        </w:rPr>
        <w:t>SO</w:t>
      </w:r>
      <w:proofErr w:type="spellEnd"/>
      <w:r w:rsidR="002C2CD8" w:rsidRPr="00E054EE">
        <w:rPr>
          <w:rFonts w:ascii="Arial" w:hAnsi="Arial" w:cs="Arial"/>
          <w:b/>
          <w:bCs/>
          <w:u w:val="single"/>
        </w:rPr>
        <w:t xml:space="preserve"> – </w:t>
      </w:r>
      <w:r w:rsidR="003336E5">
        <w:rPr>
          <w:rFonts w:ascii="Arial" w:hAnsi="Arial" w:cs="Arial"/>
          <w:b/>
          <w:bCs/>
          <w:u w:val="single"/>
        </w:rPr>
        <w:t>24</w:t>
      </w:r>
      <w:r w:rsidR="003A795F">
        <w:rPr>
          <w:rFonts w:ascii="Arial" w:hAnsi="Arial" w:cs="Arial"/>
          <w:b/>
          <w:bCs/>
          <w:u w:val="single"/>
        </w:rPr>
        <w:t>/10</w:t>
      </w:r>
      <w:r w:rsidR="002D1901" w:rsidRPr="00E054EE">
        <w:rPr>
          <w:rFonts w:ascii="Arial" w:hAnsi="Arial" w:cs="Arial"/>
          <w:b/>
          <w:bCs/>
          <w:u w:val="single"/>
        </w:rPr>
        <w:t>/</w:t>
      </w:r>
      <w:r w:rsidR="002C2CD8" w:rsidRPr="00E054EE">
        <w:rPr>
          <w:rFonts w:ascii="Arial" w:hAnsi="Arial" w:cs="Arial"/>
          <w:b/>
          <w:bCs/>
          <w:u w:val="single"/>
        </w:rPr>
        <w:t>2018</w:t>
      </w:r>
    </w:p>
    <w:p w14:paraId="45FB0818" w14:textId="77777777" w:rsidR="009F3646" w:rsidRPr="00E054EE" w:rsidRDefault="009F3646" w:rsidP="009F3646">
      <w:pPr>
        <w:rPr>
          <w:rFonts w:ascii="Arial" w:hAnsi="Arial" w:cs="Arial"/>
          <w:b/>
        </w:rPr>
      </w:pPr>
    </w:p>
    <w:p w14:paraId="402200F3" w14:textId="2C225B1C" w:rsidR="002D1901" w:rsidRPr="00E054EE" w:rsidRDefault="002D1901" w:rsidP="002D1901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Rodrigo Salomon, Dr.</w:t>
      </w:r>
      <w:r w:rsidRPr="00E054EE">
        <w:rPr>
          <w:rFonts w:ascii="Arial" w:hAnsi="Arial" w:cs="Arial"/>
        </w:rPr>
        <w:tab/>
        <w:t>PSDB</w:t>
      </w:r>
    </w:p>
    <w:p w14:paraId="56A718C7" w14:textId="3E63288E" w:rsidR="00CE1C52" w:rsidRPr="00E054EE" w:rsidRDefault="00CE1C52" w:rsidP="00CE1C52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Sônia Patas da Amizade</w:t>
      </w:r>
      <w:r w:rsidRPr="00E054EE">
        <w:rPr>
          <w:rFonts w:ascii="Arial" w:hAnsi="Arial" w:cs="Arial"/>
        </w:rPr>
        <w:tab/>
        <w:t>PSB</w:t>
      </w:r>
    </w:p>
    <w:p w14:paraId="63EEEAD5" w14:textId="77062E15" w:rsidR="00B970B6" w:rsidRPr="00E054EE" w:rsidRDefault="00B970B6" w:rsidP="00B970B6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Valmir do Parque Meia Lua</w:t>
      </w:r>
      <w:r w:rsidRPr="00E054EE">
        <w:rPr>
          <w:rFonts w:ascii="Arial" w:hAnsi="Arial" w:cs="Arial"/>
        </w:rPr>
        <w:tab/>
      </w:r>
      <w:proofErr w:type="spellStart"/>
      <w:r w:rsidRPr="00E054EE">
        <w:rPr>
          <w:rFonts w:ascii="Arial" w:hAnsi="Arial" w:cs="Arial"/>
        </w:rPr>
        <w:t>DC</w:t>
      </w:r>
      <w:proofErr w:type="spellEnd"/>
    </w:p>
    <w:p w14:paraId="150B0095" w14:textId="1597CD1E" w:rsidR="002C2ECA" w:rsidRPr="00E054EE" w:rsidRDefault="002C2ECA" w:rsidP="002C2ECA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Abner de Madureira</w:t>
      </w:r>
      <w:r w:rsidRPr="00E054EE">
        <w:rPr>
          <w:rFonts w:ascii="Arial" w:hAnsi="Arial" w:cs="Arial"/>
        </w:rPr>
        <w:tab/>
        <w:t>PR</w:t>
      </w:r>
    </w:p>
    <w:p w14:paraId="6B025E73" w14:textId="032D0591" w:rsidR="00045276" w:rsidRPr="00E054EE" w:rsidRDefault="00045276" w:rsidP="00045276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Aderbal Sodré</w:t>
      </w:r>
      <w:r w:rsidRPr="00E054EE">
        <w:rPr>
          <w:rFonts w:ascii="Arial" w:hAnsi="Arial" w:cs="Arial"/>
        </w:rPr>
        <w:tab/>
        <w:t>PSDB</w:t>
      </w:r>
    </w:p>
    <w:p w14:paraId="3D97E6D9" w14:textId="3A3734C9" w:rsidR="001512EB" w:rsidRPr="00E054EE" w:rsidRDefault="001512EB" w:rsidP="001512EB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Arildo Batista</w:t>
      </w:r>
      <w:r w:rsidRPr="00E054EE">
        <w:rPr>
          <w:rFonts w:ascii="Arial" w:hAnsi="Arial" w:cs="Arial"/>
        </w:rPr>
        <w:tab/>
        <w:t>PT</w:t>
      </w:r>
    </w:p>
    <w:p w14:paraId="120AE056" w14:textId="77777777" w:rsidR="00BB367F" w:rsidRPr="00E054EE" w:rsidRDefault="00BB367F" w:rsidP="00BB367F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Fernando da Ótica Original</w:t>
      </w:r>
      <w:r w:rsidRPr="00E054EE">
        <w:rPr>
          <w:rFonts w:ascii="Arial" w:hAnsi="Arial" w:cs="Arial"/>
        </w:rPr>
        <w:tab/>
        <w:t>PSC</w:t>
      </w:r>
    </w:p>
    <w:p w14:paraId="5EAE91DF" w14:textId="72F0C780" w:rsidR="00E911FA" w:rsidRPr="00E054EE" w:rsidRDefault="00E911FA" w:rsidP="00E911FA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Juarez Araújo</w:t>
      </w:r>
      <w:r w:rsidRPr="00E054EE">
        <w:rPr>
          <w:rFonts w:ascii="Arial" w:hAnsi="Arial" w:cs="Arial"/>
        </w:rPr>
        <w:tab/>
        <w:t>PSD</w:t>
      </w:r>
      <w:proofErr w:type="gramStart"/>
      <w:r w:rsidR="00F93C2D" w:rsidRPr="00E054EE">
        <w:rPr>
          <w:rFonts w:ascii="Arial" w:hAnsi="Arial" w:cs="Arial"/>
        </w:rPr>
        <w:tab/>
        <w:t>(</w:t>
      </w:r>
      <w:proofErr w:type="gramEnd"/>
      <w:r w:rsidR="00F93C2D" w:rsidRPr="00E054EE">
        <w:rPr>
          <w:rFonts w:ascii="Arial" w:hAnsi="Arial" w:cs="Arial"/>
          <w:highlight w:val="yellow"/>
        </w:rPr>
        <w:t>Leitura de trecho da Bíblia</w:t>
      </w:r>
      <w:r w:rsidR="00F93C2D" w:rsidRPr="00E054EE">
        <w:rPr>
          <w:rFonts w:ascii="Arial" w:hAnsi="Arial" w:cs="Arial"/>
        </w:rPr>
        <w:t>)</w:t>
      </w:r>
    </w:p>
    <w:p w14:paraId="3741F951" w14:textId="77777777" w:rsidR="009C6586" w:rsidRPr="00E054EE" w:rsidRDefault="009C6586" w:rsidP="009C6586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Lucimar Ponciano</w:t>
      </w:r>
      <w:r w:rsidRPr="00E054EE">
        <w:rPr>
          <w:rFonts w:ascii="Arial" w:hAnsi="Arial" w:cs="Arial"/>
        </w:rPr>
        <w:tab/>
        <w:t>PSDB</w:t>
      </w:r>
    </w:p>
    <w:p w14:paraId="4313A5C9" w14:textId="77777777" w:rsidR="003A795F" w:rsidRPr="00E054EE" w:rsidRDefault="003A795F" w:rsidP="003A795F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Luís Flávio</w:t>
      </w:r>
      <w:r w:rsidRPr="00E054EE">
        <w:rPr>
          <w:rFonts w:ascii="Arial" w:hAnsi="Arial" w:cs="Arial"/>
        </w:rPr>
        <w:tab/>
        <w:t>PT</w:t>
      </w:r>
    </w:p>
    <w:p w14:paraId="7F23F65D" w14:textId="77777777" w:rsidR="00415258" w:rsidRPr="00E054EE" w:rsidRDefault="00415258" w:rsidP="00415258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Márcia Santos, Dra.</w:t>
      </w:r>
      <w:r w:rsidRPr="00E054EE">
        <w:rPr>
          <w:rFonts w:ascii="Arial" w:hAnsi="Arial" w:cs="Arial"/>
        </w:rPr>
        <w:tab/>
        <w:t>PV</w:t>
      </w:r>
    </w:p>
    <w:p w14:paraId="409076CE" w14:textId="77777777" w:rsidR="00F93C2D" w:rsidRPr="00E054EE" w:rsidRDefault="00F93C2D" w:rsidP="00F93C2D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Paulinho do Esporte</w:t>
      </w:r>
      <w:r w:rsidRPr="00E054EE">
        <w:rPr>
          <w:rFonts w:ascii="Arial" w:hAnsi="Arial" w:cs="Arial"/>
        </w:rPr>
        <w:tab/>
        <w:t>PSD</w:t>
      </w:r>
    </w:p>
    <w:p w14:paraId="012A88E4" w14:textId="77777777" w:rsidR="00F93C2D" w:rsidRPr="00E054EE" w:rsidRDefault="00F93C2D" w:rsidP="00F93C2D">
      <w:pPr>
        <w:numPr>
          <w:ilvl w:val="0"/>
          <w:numId w:val="7"/>
        </w:numPr>
        <w:tabs>
          <w:tab w:val="left" w:leader="dot" w:pos="709"/>
          <w:tab w:val="right" w:leader="dot" w:pos="5529"/>
          <w:tab w:val="left" w:leader="dot" w:pos="5812"/>
        </w:tabs>
        <w:spacing w:line="360" w:lineRule="auto"/>
        <w:ind w:left="0" w:firstLine="0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Paulinho dos Condutores</w:t>
      </w:r>
      <w:r w:rsidRPr="00E054EE">
        <w:rPr>
          <w:rFonts w:ascii="Arial" w:hAnsi="Arial" w:cs="Arial"/>
        </w:rPr>
        <w:tab/>
        <w:t>PR</w:t>
      </w:r>
    </w:p>
    <w:p w14:paraId="62486C05" w14:textId="77777777" w:rsidR="002C2CD8" w:rsidRPr="00E054EE" w:rsidRDefault="002C2CD8" w:rsidP="007872EE">
      <w:pPr>
        <w:autoSpaceDE w:val="0"/>
        <w:autoSpaceDN w:val="0"/>
        <w:adjustRightInd w:val="0"/>
        <w:rPr>
          <w:rFonts w:ascii="Arial" w:hAnsi="Arial" w:cs="Arial"/>
        </w:rPr>
      </w:pPr>
    </w:p>
    <w:p w14:paraId="45843319" w14:textId="77777777" w:rsidR="00782A55" w:rsidRPr="00E054EE" w:rsidRDefault="00782A55" w:rsidP="003E580C">
      <w:pPr>
        <w:spacing w:line="312" w:lineRule="auto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Sem outro particular, contando com o indispensável comparecimento de Vossa Senhoria, reiteramos protestos de perfeita estima e distinta consideração.</w:t>
      </w:r>
    </w:p>
    <w:p w14:paraId="5D2A36DF" w14:textId="77777777" w:rsidR="00355266" w:rsidRPr="00E054EE" w:rsidRDefault="00355266" w:rsidP="003E580C">
      <w:pPr>
        <w:spacing w:line="312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2381E236" w14:textId="77777777" w:rsidR="00E82574" w:rsidRPr="00E054EE" w:rsidRDefault="00782A55" w:rsidP="003E580C">
      <w:pPr>
        <w:spacing w:line="312" w:lineRule="auto"/>
        <w:jc w:val="both"/>
        <w:rPr>
          <w:rFonts w:ascii="Arial" w:hAnsi="Arial" w:cs="Arial"/>
        </w:rPr>
      </w:pPr>
      <w:r w:rsidRPr="00E054EE">
        <w:rPr>
          <w:rFonts w:ascii="Arial" w:hAnsi="Arial" w:cs="Arial"/>
        </w:rPr>
        <w:t>Atenciosamente,</w:t>
      </w:r>
    </w:p>
    <w:p w14:paraId="4101652C" w14:textId="77777777" w:rsidR="00782A55" w:rsidRPr="00E054EE" w:rsidRDefault="00782A55" w:rsidP="003E580C">
      <w:pPr>
        <w:spacing w:line="312" w:lineRule="auto"/>
        <w:jc w:val="both"/>
        <w:rPr>
          <w:rFonts w:ascii="Arial" w:hAnsi="Arial" w:cs="Arial"/>
        </w:rPr>
      </w:pPr>
    </w:p>
    <w:p w14:paraId="1299C43A" w14:textId="77777777" w:rsidR="00A64D1D" w:rsidRPr="00E054EE" w:rsidRDefault="00A64D1D" w:rsidP="003E580C">
      <w:pPr>
        <w:spacing w:line="312" w:lineRule="auto"/>
        <w:jc w:val="both"/>
        <w:rPr>
          <w:rFonts w:ascii="Arial" w:hAnsi="Arial" w:cs="Arial"/>
          <w:b/>
          <w:bCs/>
          <w:caps/>
        </w:rPr>
      </w:pPr>
    </w:p>
    <w:p w14:paraId="50A8AD46" w14:textId="77777777" w:rsidR="004D3D15" w:rsidRDefault="004D3D15" w:rsidP="003E580C">
      <w:pPr>
        <w:spacing w:line="312" w:lineRule="auto"/>
        <w:jc w:val="both"/>
        <w:rPr>
          <w:rFonts w:ascii="Arial" w:hAnsi="Arial" w:cs="Arial"/>
          <w:b/>
          <w:bCs/>
          <w:caps/>
        </w:rPr>
      </w:pPr>
    </w:p>
    <w:p w14:paraId="265BE550" w14:textId="77777777" w:rsidR="001368D6" w:rsidRPr="00E054EE" w:rsidRDefault="001368D6" w:rsidP="003E580C">
      <w:pPr>
        <w:spacing w:line="312" w:lineRule="auto"/>
        <w:jc w:val="both"/>
        <w:rPr>
          <w:rFonts w:ascii="Arial" w:hAnsi="Arial" w:cs="Arial"/>
          <w:b/>
          <w:bCs/>
          <w:caps/>
        </w:rPr>
      </w:pPr>
    </w:p>
    <w:p w14:paraId="4E47B0E1" w14:textId="1DB2EDFD" w:rsidR="00327C05" w:rsidRPr="00E054EE" w:rsidRDefault="00E95FE6" w:rsidP="00721093">
      <w:pPr>
        <w:jc w:val="center"/>
        <w:rPr>
          <w:rFonts w:ascii="Arial" w:hAnsi="Arial" w:cs="Arial"/>
          <w:b/>
          <w:bCs/>
          <w:caps/>
        </w:rPr>
      </w:pPr>
      <w:r>
        <w:rPr>
          <w:rFonts w:ascii="Arial" w:hAnsi="Arial" w:cs="Arial"/>
          <w:b/>
          <w:bCs/>
          <w:caps/>
        </w:rPr>
        <w:t xml:space="preserve">MARIA AUXILIADORA DE LIMA </w:t>
      </w:r>
      <w:proofErr w:type="spellStart"/>
      <w:r>
        <w:rPr>
          <w:rFonts w:ascii="Arial" w:hAnsi="Arial" w:cs="Arial"/>
          <w:b/>
          <w:bCs/>
          <w:caps/>
        </w:rPr>
        <w:t>REQUENA</w:t>
      </w:r>
      <w:proofErr w:type="spellEnd"/>
    </w:p>
    <w:p w14:paraId="7460BD5A" w14:textId="45B5903E" w:rsidR="00E95FE6" w:rsidRDefault="00E95FE6" w:rsidP="0072109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Secretária-Diretora Administrativa</w:t>
      </w:r>
    </w:p>
    <w:p w14:paraId="41DEF280" w14:textId="37076775" w:rsidR="002B60B2" w:rsidRPr="00E054EE" w:rsidRDefault="00E95FE6" w:rsidP="00721093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no</w:t>
      </w:r>
      <w:proofErr w:type="gramEnd"/>
      <w:r>
        <w:rPr>
          <w:rFonts w:ascii="Arial" w:hAnsi="Arial" w:cs="Arial"/>
        </w:rPr>
        <w:t xml:space="preserve"> exercício da </w:t>
      </w:r>
      <w:r w:rsidR="002B60B2" w:rsidRPr="00E054EE">
        <w:rPr>
          <w:rFonts w:ascii="Arial" w:hAnsi="Arial" w:cs="Arial"/>
        </w:rPr>
        <w:t>Dire</w:t>
      </w:r>
      <w:r>
        <w:rPr>
          <w:rFonts w:ascii="Arial" w:hAnsi="Arial" w:cs="Arial"/>
        </w:rPr>
        <w:t xml:space="preserve">ção </w:t>
      </w:r>
      <w:r w:rsidR="00BB367F" w:rsidRPr="00E054EE">
        <w:rPr>
          <w:rFonts w:ascii="Arial" w:hAnsi="Arial" w:cs="Arial"/>
        </w:rPr>
        <w:t>Legislativ</w:t>
      </w:r>
      <w:r>
        <w:rPr>
          <w:rFonts w:ascii="Arial" w:hAnsi="Arial" w:cs="Arial"/>
        </w:rPr>
        <w:t>a</w:t>
      </w:r>
    </w:p>
    <w:sectPr w:rsidR="002B60B2" w:rsidRPr="00E054EE" w:rsidSect="0028757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8" w:right="709" w:bottom="1134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D2D65" w14:textId="77777777" w:rsidR="004969C5" w:rsidRDefault="004969C5">
      <w:r>
        <w:separator/>
      </w:r>
    </w:p>
  </w:endnote>
  <w:endnote w:type="continuationSeparator" w:id="0">
    <w:p w14:paraId="056FED94" w14:textId="77777777" w:rsidR="004969C5" w:rsidRDefault="00496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201A3" w14:textId="77777777"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2E9A3" w14:textId="77777777" w:rsidR="004F1BDA" w:rsidRDefault="004F1BDA" w:rsidP="004F1BD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A9BB6" w14:textId="77777777" w:rsidR="004969C5" w:rsidRDefault="004969C5">
      <w:r>
        <w:separator/>
      </w:r>
    </w:p>
  </w:footnote>
  <w:footnote w:type="continuationSeparator" w:id="0">
    <w:p w14:paraId="175CBDD9" w14:textId="77777777" w:rsidR="004969C5" w:rsidRDefault="00496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92FF2" w14:textId="415C8183" w:rsidR="00CA6856" w:rsidRDefault="00200FC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  <w:r w:rsidRPr="009F7D1A">
      <w:rPr>
        <w:rFonts w:ascii="Arial" w:hAnsi="Arial" w:cs="Arial"/>
        <w:b/>
        <w:bCs/>
        <w:sz w:val="22"/>
        <w:szCs w:val="22"/>
      </w:rPr>
      <w:t xml:space="preserve">ORDEM DO DIA DA </w:t>
    </w:r>
    <w:r w:rsidR="009C6586">
      <w:rPr>
        <w:rFonts w:ascii="Arial" w:hAnsi="Arial" w:cs="Arial"/>
        <w:b/>
        <w:bCs/>
        <w:sz w:val="22"/>
        <w:szCs w:val="22"/>
      </w:rPr>
      <w:t>3</w:t>
    </w:r>
    <w:r w:rsidR="003336E5">
      <w:rPr>
        <w:rFonts w:ascii="Arial" w:hAnsi="Arial" w:cs="Arial"/>
        <w:b/>
        <w:bCs/>
        <w:sz w:val="22"/>
        <w:szCs w:val="22"/>
      </w:rPr>
      <w:t>4</w:t>
    </w:r>
    <w:r w:rsidR="00AA7FB7">
      <w:rPr>
        <w:rFonts w:ascii="Arial" w:hAnsi="Arial" w:cs="Arial"/>
        <w:b/>
        <w:bCs/>
        <w:sz w:val="22"/>
        <w:szCs w:val="22"/>
      </w:rPr>
      <w:t>ª</w:t>
    </w:r>
    <w:r w:rsidRPr="009F7D1A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Pr="009F7D1A">
      <w:rPr>
        <w:rFonts w:ascii="Arial" w:hAnsi="Arial" w:cs="Arial"/>
        <w:b/>
        <w:bCs/>
        <w:sz w:val="22"/>
        <w:szCs w:val="22"/>
      </w:rPr>
      <w:t>S</w:t>
    </w:r>
    <w:r w:rsidR="005A1E96">
      <w:rPr>
        <w:rFonts w:ascii="Arial" w:hAnsi="Arial" w:cs="Arial"/>
        <w:b/>
        <w:bCs/>
        <w:sz w:val="22"/>
        <w:szCs w:val="22"/>
      </w:rPr>
      <w:t>.</w:t>
    </w:r>
    <w:r w:rsidRPr="009F7D1A">
      <w:rPr>
        <w:rFonts w:ascii="Arial" w:hAnsi="Arial" w:cs="Arial"/>
        <w:b/>
        <w:bCs/>
        <w:sz w:val="22"/>
        <w:szCs w:val="22"/>
      </w:rPr>
      <w:t>O</w:t>
    </w:r>
    <w:proofErr w:type="spellEnd"/>
    <w:r w:rsidR="005A1E96">
      <w:rPr>
        <w:rFonts w:ascii="Arial" w:hAnsi="Arial" w:cs="Arial"/>
        <w:b/>
        <w:bCs/>
        <w:sz w:val="22"/>
        <w:szCs w:val="22"/>
      </w:rPr>
      <w:t xml:space="preserve">. </w:t>
    </w:r>
    <w:r w:rsidR="00094490"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8B0B72C" wp14:editId="07777777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FAB48D" w14:textId="77777777" w:rsidR="00D2072E" w:rsidRPr="00EB04D6" w:rsidRDefault="00D3369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0B72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436.1pt;margin-top:27.5pt;width:41.95pt;height:9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9PerAIAAKg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" o:allowincell="f" filled="f" stroked="f">
              <v:textbox inset="0,0,0,0">
                <w:txbxContent>
                  <w:p w14:paraId="7CFAB48D" w14:textId="77777777" w:rsidR="00D2072E" w:rsidRPr="00EB04D6" w:rsidRDefault="00D3369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BC8EE49" wp14:editId="0777777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D9553" w14:textId="77777777"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F42D03F" w14:textId="77777777"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C8EE49" id="Text Box 1" o:spid="_x0000_s1027" type="#_x0000_t202" style="position:absolute;left:0;text-align:left;margin-left:80.8pt;margin-top:7.65pt;width:394pt;height:43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eNjrw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" o:allowincell="f" filled="f" stroked="f">
              <v:textbox inset="0,0,0,0">
                <w:txbxContent>
                  <w:p w14:paraId="2EED9553" w14:textId="77777777"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F42D03F" w14:textId="77777777"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="00094490"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58752" behindDoc="0" locked="0" layoutInCell="0" allowOverlap="1" wp14:anchorId="3566F32F" wp14:editId="0777777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" name="Imagem 2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2CEA">
      <w:rPr>
        <w:rFonts w:ascii="Arial" w:hAnsi="Arial" w:cs="Arial"/>
        <w:b/>
        <w:bCs/>
        <w:sz w:val="22"/>
        <w:szCs w:val="22"/>
      </w:rPr>
      <w:t>–</w:t>
    </w:r>
    <w:r w:rsidR="00AA7FB7">
      <w:rPr>
        <w:rFonts w:ascii="Arial" w:hAnsi="Arial" w:cs="Arial"/>
        <w:b/>
        <w:bCs/>
        <w:sz w:val="22"/>
        <w:szCs w:val="22"/>
      </w:rPr>
      <w:t xml:space="preserve"> </w:t>
    </w:r>
    <w:r w:rsidR="003336E5">
      <w:rPr>
        <w:rFonts w:ascii="Arial" w:hAnsi="Arial" w:cs="Arial"/>
        <w:b/>
        <w:bCs/>
        <w:sz w:val="22"/>
        <w:szCs w:val="22"/>
      </w:rPr>
      <w:t>24</w:t>
    </w:r>
    <w:r w:rsidR="003A795F">
      <w:rPr>
        <w:rFonts w:ascii="Arial" w:hAnsi="Arial" w:cs="Arial"/>
        <w:b/>
        <w:bCs/>
        <w:sz w:val="22"/>
        <w:szCs w:val="22"/>
      </w:rPr>
      <w:t>/10</w:t>
    </w:r>
    <w:r w:rsidR="00AA7FB7">
      <w:rPr>
        <w:rFonts w:ascii="Arial" w:hAnsi="Arial" w:cs="Arial"/>
        <w:b/>
        <w:bCs/>
        <w:sz w:val="22"/>
        <w:szCs w:val="22"/>
      </w:rPr>
      <w:t>/2018 -</w:t>
    </w:r>
    <w:r w:rsidR="00E82574">
      <w:rPr>
        <w:rFonts w:ascii="Arial" w:hAnsi="Arial" w:cs="Arial"/>
        <w:b/>
        <w:bCs/>
        <w:sz w:val="22"/>
        <w:szCs w:val="22"/>
      </w:rPr>
      <w:t xml:space="preserve"> </w:t>
    </w:r>
    <w:proofErr w:type="spellStart"/>
    <w:r w:rsidR="00E82574">
      <w:rPr>
        <w:rFonts w:ascii="Arial" w:hAnsi="Arial" w:cs="Arial"/>
        <w:b/>
        <w:bCs/>
        <w:sz w:val="22"/>
        <w:szCs w:val="22"/>
      </w:rPr>
      <w:t>fls</w:t>
    </w:r>
    <w:proofErr w:type="spellEnd"/>
    <w:r w:rsidR="00E82574">
      <w:rPr>
        <w:rFonts w:ascii="Arial" w:hAnsi="Arial" w:cs="Arial"/>
        <w:b/>
        <w:bCs/>
        <w:sz w:val="22"/>
        <w:szCs w:val="22"/>
      </w:rPr>
      <w:t xml:space="preserve"> 02/02</w:t>
    </w:r>
  </w:p>
  <w:p w14:paraId="4DDBEF00" w14:textId="77777777" w:rsidR="00E82574" w:rsidRDefault="00E82574" w:rsidP="00CA6856">
    <w:pPr>
      <w:tabs>
        <w:tab w:val="left" w:pos="2835"/>
      </w:tabs>
      <w:jc w:val="right"/>
      <w:rPr>
        <w:rFonts w:ascii="Arial" w:hAnsi="Arial" w:cs="Arial"/>
        <w:b/>
        <w:bCs/>
        <w:sz w:val="22"/>
        <w:szCs w:val="22"/>
      </w:rPr>
    </w:pPr>
  </w:p>
  <w:p w14:paraId="3461D779" w14:textId="77777777" w:rsidR="00E82574" w:rsidRPr="00CA6856" w:rsidRDefault="00E82574" w:rsidP="00CA6856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950DF" w14:textId="77777777" w:rsidR="00E82574" w:rsidRPr="00CA6856" w:rsidRDefault="00E82574" w:rsidP="00E82574">
    <w:pPr>
      <w:tabs>
        <w:tab w:val="left" w:pos="2835"/>
      </w:tabs>
      <w:jc w:val="right"/>
      <w:rPr>
        <w:rFonts w:ascii="Arial" w:hAnsi="Arial" w:cs="Arial"/>
        <w:b/>
        <w:sz w:val="22"/>
        <w:u w:val="single"/>
      </w:rPr>
    </w:pPr>
    <w:r w:rsidRPr="00CA6856">
      <w:rPr>
        <w:rFonts w:ascii="Arial" w:hAnsi="Arial" w:cs="Arial"/>
        <w:b/>
        <w:noProof/>
        <w:sz w:val="40"/>
        <w:u w:val="single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F0A1E4C" wp14:editId="423945EA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9CD8C0" w14:textId="77777777" w:rsidR="00E82574" w:rsidRPr="00EB04D6" w:rsidRDefault="00E82574" w:rsidP="00E8257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SL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0A1E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36.1pt;margin-top:27.5pt;width:41.95pt;height:9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TG5rwIAAK8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O4Uxua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14:paraId="0A9CD8C0" w14:textId="77777777" w:rsidR="00E82574" w:rsidRPr="00EB04D6" w:rsidRDefault="00E82574" w:rsidP="00E8257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2A3C0909" wp14:editId="5C336EBE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9727A6" w14:textId="77777777" w:rsidR="00E82574" w:rsidRPr="00F73DA3" w:rsidRDefault="00E82574" w:rsidP="00E82574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38FE66B" w14:textId="77777777" w:rsidR="00E82574" w:rsidRPr="00F73DA3" w:rsidRDefault="00E82574" w:rsidP="00E82574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C0909" id="_x0000_s1029" type="#_x0000_t202" style="position:absolute;left:0;text-align:left;margin-left:80.8pt;margin-top:7.65pt;width:394pt;height:43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LtgotW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14:paraId="339727A6" w14:textId="77777777" w:rsidR="00E82574" w:rsidRPr="00F73DA3" w:rsidRDefault="00E82574" w:rsidP="00E82574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38FE66B" w14:textId="77777777" w:rsidR="00E82574" w:rsidRPr="00F73DA3" w:rsidRDefault="00E82574" w:rsidP="00E82574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CA6856">
      <w:rPr>
        <w:rFonts w:ascii="Arial" w:hAnsi="Arial" w:cs="Arial"/>
        <w:b/>
        <w:noProof/>
        <w:u w:val="single"/>
      </w:rPr>
      <w:drawing>
        <wp:anchor distT="0" distB="0" distL="114300" distR="114300" simplePos="0" relativeHeight="251662848" behindDoc="0" locked="0" layoutInCell="0" allowOverlap="1" wp14:anchorId="3C2C4C03" wp14:editId="0A6CD287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5" name="Imagem 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85906D"/>
    <w:multiLevelType w:val="hybridMultilevel"/>
    <w:tmpl w:val="63313AB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1053875"/>
    <w:multiLevelType w:val="hybridMultilevel"/>
    <w:tmpl w:val="C1D79FF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30C2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DA6082"/>
    <w:multiLevelType w:val="hybridMultilevel"/>
    <w:tmpl w:val="A99625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DA3"/>
    <w:rsid w:val="00012789"/>
    <w:rsid w:val="00017E51"/>
    <w:rsid w:val="000277E8"/>
    <w:rsid w:val="000371F6"/>
    <w:rsid w:val="00044BC5"/>
    <w:rsid w:val="00045276"/>
    <w:rsid w:val="00082358"/>
    <w:rsid w:val="000927F0"/>
    <w:rsid w:val="00094490"/>
    <w:rsid w:val="000958D5"/>
    <w:rsid w:val="000B157E"/>
    <w:rsid w:val="000B5A33"/>
    <w:rsid w:val="000C4432"/>
    <w:rsid w:val="000E22EA"/>
    <w:rsid w:val="000E4176"/>
    <w:rsid w:val="000E5654"/>
    <w:rsid w:val="000F12F6"/>
    <w:rsid w:val="001049FA"/>
    <w:rsid w:val="00104EAC"/>
    <w:rsid w:val="00113F71"/>
    <w:rsid w:val="001141DC"/>
    <w:rsid w:val="00116A9A"/>
    <w:rsid w:val="00132A58"/>
    <w:rsid w:val="001368D6"/>
    <w:rsid w:val="00141923"/>
    <w:rsid w:val="0014261F"/>
    <w:rsid w:val="00143545"/>
    <w:rsid w:val="001442B6"/>
    <w:rsid w:val="0014591F"/>
    <w:rsid w:val="001512EB"/>
    <w:rsid w:val="00153487"/>
    <w:rsid w:val="001572BB"/>
    <w:rsid w:val="001630B5"/>
    <w:rsid w:val="00165173"/>
    <w:rsid w:val="00172969"/>
    <w:rsid w:val="00172E81"/>
    <w:rsid w:val="00181CD2"/>
    <w:rsid w:val="001859D9"/>
    <w:rsid w:val="00187D51"/>
    <w:rsid w:val="00195529"/>
    <w:rsid w:val="00196152"/>
    <w:rsid w:val="001B030B"/>
    <w:rsid w:val="001B2FD8"/>
    <w:rsid w:val="001B6873"/>
    <w:rsid w:val="001C5CBD"/>
    <w:rsid w:val="001C7262"/>
    <w:rsid w:val="001D5457"/>
    <w:rsid w:val="001D560B"/>
    <w:rsid w:val="001D6624"/>
    <w:rsid w:val="001F13C3"/>
    <w:rsid w:val="001F38D3"/>
    <w:rsid w:val="001F5EDD"/>
    <w:rsid w:val="00200FC4"/>
    <w:rsid w:val="00204ED7"/>
    <w:rsid w:val="002111E6"/>
    <w:rsid w:val="002454AE"/>
    <w:rsid w:val="00251B7E"/>
    <w:rsid w:val="00253C82"/>
    <w:rsid w:val="0026473E"/>
    <w:rsid w:val="00276E98"/>
    <w:rsid w:val="00277FAA"/>
    <w:rsid w:val="0028541E"/>
    <w:rsid w:val="0028757F"/>
    <w:rsid w:val="00290F76"/>
    <w:rsid w:val="00296630"/>
    <w:rsid w:val="002A3426"/>
    <w:rsid w:val="002A7434"/>
    <w:rsid w:val="002B60B2"/>
    <w:rsid w:val="002B7AC0"/>
    <w:rsid w:val="002C08CD"/>
    <w:rsid w:val="002C2CD8"/>
    <w:rsid w:val="002C2ECA"/>
    <w:rsid w:val="002C4B2B"/>
    <w:rsid w:val="002D1901"/>
    <w:rsid w:val="002E60BC"/>
    <w:rsid w:val="002E69F7"/>
    <w:rsid w:val="002F02DB"/>
    <w:rsid w:val="003015C4"/>
    <w:rsid w:val="003140E7"/>
    <w:rsid w:val="00323F0F"/>
    <w:rsid w:val="00327C05"/>
    <w:rsid w:val="003336E5"/>
    <w:rsid w:val="00334E2A"/>
    <w:rsid w:val="00337DA3"/>
    <w:rsid w:val="00355266"/>
    <w:rsid w:val="00363E43"/>
    <w:rsid w:val="003806E0"/>
    <w:rsid w:val="0039016A"/>
    <w:rsid w:val="00397FF3"/>
    <w:rsid w:val="003A795F"/>
    <w:rsid w:val="003B2E73"/>
    <w:rsid w:val="003B3208"/>
    <w:rsid w:val="003B7504"/>
    <w:rsid w:val="003C2140"/>
    <w:rsid w:val="003D69EC"/>
    <w:rsid w:val="003E580C"/>
    <w:rsid w:val="003E6FD0"/>
    <w:rsid w:val="003F2995"/>
    <w:rsid w:val="003F4E56"/>
    <w:rsid w:val="00407955"/>
    <w:rsid w:val="00410141"/>
    <w:rsid w:val="00412795"/>
    <w:rsid w:val="004145B3"/>
    <w:rsid w:val="00415258"/>
    <w:rsid w:val="00423BE2"/>
    <w:rsid w:val="004323D0"/>
    <w:rsid w:val="00432944"/>
    <w:rsid w:val="00433D16"/>
    <w:rsid w:val="00437A29"/>
    <w:rsid w:val="00441C86"/>
    <w:rsid w:val="004455DE"/>
    <w:rsid w:val="0045375C"/>
    <w:rsid w:val="00473B2E"/>
    <w:rsid w:val="00482FFF"/>
    <w:rsid w:val="00487D64"/>
    <w:rsid w:val="00493115"/>
    <w:rsid w:val="00495F26"/>
    <w:rsid w:val="004969C5"/>
    <w:rsid w:val="00497FCC"/>
    <w:rsid w:val="004A24AA"/>
    <w:rsid w:val="004B4CF9"/>
    <w:rsid w:val="004B674B"/>
    <w:rsid w:val="004C23C2"/>
    <w:rsid w:val="004C5A39"/>
    <w:rsid w:val="004D007D"/>
    <w:rsid w:val="004D3D15"/>
    <w:rsid w:val="004D6C88"/>
    <w:rsid w:val="004E15B1"/>
    <w:rsid w:val="004E1F55"/>
    <w:rsid w:val="004E46DA"/>
    <w:rsid w:val="004F139E"/>
    <w:rsid w:val="004F1BDA"/>
    <w:rsid w:val="004F39E9"/>
    <w:rsid w:val="004F409B"/>
    <w:rsid w:val="005008A7"/>
    <w:rsid w:val="00501826"/>
    <w:rsid w:val="005044B7"/>
    <w:rsid w:val="00505FD8"/>
    <w:rsid w:val="0051354F"/>
    <w:rsid w:val="00516457"/>
    <w:rsid w:val="00516BA0"/>
    <w:rsid w:val="00517F1C"/>
    <w:rsid w:val="00521A87"/>
    <w:rsid w:val="00547C94"/>
    <w:rsid w:val="00564368"/>
    <w:rsid w:val="005643AE"/>
    <w:rsid w:val="00570716"/>
    <w:rsid w:val="005933C1"/>
    <w:rsid w:val="00595D12"/>
    <w:rsid w:val="005A0E82"/>
    <w:rsid w:val="005A1E96"/>
    <w:rsid w:val="005B3D21"/>
    <w:rsid w:val="005C3938"/>
    <w:rsid w:val="005C7328"/>
    <w:rsid w:val="005E138D"/>
    <w:rsid w:val="005E3DEC"/>
    <w:rsid w:val="005E4EF3"/>
    <w:rsid w:val="005E70AE"/>
    <w:rsid w:val="005E7282"/>
    <w:rsid w:val="00624472"/>
    <w:rsid w:val="006358C1"/>
    <w:rsid w:val="0063641F"/>
    <w:rsid w:val="00641F8F"/>
    <w:rsid w:val="006426AE"/>
    <w:rsid w:val="00643D69"/>
    <w:rsid w:val="00654934"/>
    <w:rsid w:val="00665335"/>
    <w:rsid w:val="00670808"/>
    <w:rsid w:val="00681021"/>
    <w:rsid w:val="00682E6E"/>
    <w:rsid w:val="00683F8C"/>
    <w:rsid w:val="0069312F"/>
    <w:rsid w:val="006B01AC"/>
    <w:rsid w:val="006B0B8E"/>
    <w:rsid w:val="006B7948"/>
    <w:rsid w:val="006C377C"/>
    <w:rsid w:val="006D4711"/>
    <w:rsid w:val="006D6F7D"/>
    <w:rsid w:val="006E20A6"/>
    <w:rsid w:val="006E7E66"/>
    <w:rsid w:val="006F0764"/>
    <w:rsid w:val="006F57B2"/>
    <w:rsid w:val="00706764"/>
    <w:rsid w:val="00715F74"/>
    <w:rsid w:val="00721093"/>
    <w:rsid w:val="00721249"/>
    <w:rsid w:val="00725E66"/>
    <w:rsid w:val="007277AD"/>
    <w:rsid w:val="007309C7"/>
    <w:rsid w:val="0073383B"/>
    <w:rsid w:val="0073407F"/>
    <w:rsid w:val="0074393C"/>
    <w:rsid w:val="00751227"/>
    <w:rsid w:val="007618CD"/>
    <w:rsid w:val="007649ED"/>
    <w:rsid w:val="00772D41"/>
    <w:rsid w:val="00775A1B"/>
    <w:rsid w:val="00775A5D"/>
    <w:rsid w:val="0078186A"/>
    <w:rsid w:val="00782A55"/>
    <w:rsid w:val="007872EE"/>
    <w:rsid w:val="00792CA7"/>
    <w:rsid w:val="00796755"/>
    <w:rsid w:val="007A1638"/>
    <w:rsid w:val="007B1282"/>
    <w:rsid w:val="007B2287"/>
    <w:rsid w:val="007B5EBA"/>
    <w:rsid w:val="007E3A8E"/>
    <w:rsid w:val="007F0541"/>
    <w:rsid w:val="007F2542"/>
    <w:rsid w:val="007F3C51"/>
    <w:rsid w:val="007F75CA"/>
    <w:rsid w:val="0080197E"/>
    <w:rsid w:val="00832E2D"/>
    <w:rsid w:val="008354AF"/>
    <w:rsid w:val="008462C6"/>
    <w:rsid w:val="00861BC1"/>
    <w:rsid w:val="00862696"/>
    <w:rsid w:val="0087238C"/>
    <w:rsid w:val="00875CBF"/>
    <w:rsid w:val="00877E50"/>
    <w:rsid w:val="0088684B"/>
    <w:rsid w:val="008909A4"/>
    <w:rsid w:val="008A0EB2"/>
    <w:rsid w:val="008A5BD1"/>
    <w:rsid w:val="008B24FE"/>
    <w:rsid w:val="008B7D71"/>
    <w:rsid w:val="008D7272"/>
    <w:rsid w:val="008F09FA"/>
    <w:rsid w:val="008F2384"/>
    <w:rsid w:val="008F23FB"/>
    <w:rsid w:val="008F65B9"/>
    <w:rsid w:val="008F68F2"/>
    <w:rsid w:val="008F6A2F"/>
    <w:rsid w:val="008F7F2E"/>
    <w:rsid w:val="00900BCC"/>
    <w:rsid w:val="00923710"/>
    <w:rsid w:val="00941EE7"/>
    <w:rsid w:val="0094798A"/>
    <w:rsid w:val="00971330"/>
    <w:rsid w:val="009768E6"/>
    <w:rsid w:val="00981768"/>
    <w:rsid w:val="009A2ABD"/>
    <w:rsid w:val="009A4665"/>
    <w:rsid w:val="009B207E"/>
    <w:rsid w:val="009B32F8"/>
    <w:rsid w:val="009B3A6B"/>
    <w:rsid w:val="009C6586"/>
    <w:rsid w:val="009C7AB3"/>
    <w:rsid w:val="009D17A9"/>
    <w:rsid w:val="009D27FF"/>
    <w:rsid w:val="009D3DB0"/>
    <w:rsid w:val="009D50D4"/>
    <w:rsid w:val="009D7CFE"/>
    <w:rsid w:val="009E060C"/>
    <w:rsid w:val="009E1F05"/>
    <w:rsid w:val="009F3646"/>
    <w:rsid w:val="009F4BF1"/>
    <w:rsid w:val="009F7D1A"/>
    <w:rsid w:val="009F7D6D"/>
    <w:rsid w:val="00A04349"/>
    <w:rsid w:val="00A37770"/>
    <w:rsid w:val="00A46B01"/>
    <w:rsid w:val="00A50E2D"/>
    <w:rsid w:val="00A63322"/>
    <w:rsid w:val="00A64D1D"/>
    <w:rsid w:val="00A71A06"/>
    <w:rsid w:val="00A837AD"/>
    <w:rsid w:val="00A90C69"/>
    <w:rsid w:val="00A91C02"/>
    <w:rsid w:val="00A92CB9"/>
    <w:rsid w:val="00A95176"/>
    <w:rsid w:val="00AA7FB7"/>
    <w:rsid w:val="00AB0C63"/>
    <w:rsid w:val="00AB5D7D"/>
    <w:rsid w:val="00AC308F"/>
    <w:rsid w:val="00AC712C"/>
    <w:rsid w:val="00AD3140"/>
    <w:rsid w:val="00AE5049"/>
    <w:rsid w:val="00AF3111"/>
    <w:rsid w:val="00B062CB"/>
    <w:rsid w:val="00B1425C"/>
    <w:rsid w:val="00B1718D"/>
    <w:rsid w:val="00B22CA2"/>
    <w:rsid w:val="00B256BA"/>
    <w:rsid w:val="00B30876"/>
    <w:rsid w:val="00B42C2B"/>
    <w:rsid w:val="00B525C1"/>
    <w:rsid w:val="00B77143"/>
    <w:rsid w:val="00B877CC"/>
    <w:rsid w:val="00B970B6"/>
    <w:rsid w:val="00BA1565"/>
    <w:rsid w:val="00BA31CD"/>
    <w:rsid w:val="00BA6FAB"/>
    <w:rsid w:val="00BA72B2"/>
    <w:rsid w:val="00BB367F"/>
    <w:rsid w:val="00BB395E"/>
    <w:rsid w:val="00BC39F8"/>
    <w:rsid w:val="00BC4EA0"/>
    <w:rsid w:val="00BD0260"/>
    <w:rsid w:val="00BD3C47"/>
    <w:rsid w:val="00BD6707"/>
    <w:rsid w:val="00C00BFF"/>
    <w:rsid w:val="00C021F8"/>
    <w:rsid w:val="00C06BEA"/>
    <w:rsid w:val="00C32DB9"/>
    <w:rsid w:val="00C361FA"/>
    <w:rsid w:val="00C36E68"/>
    <w:rsid w:val="00C41BE4"/>
    <w:rsid w:val="00C44D39"/>
    <w:rsid w:val="00C512CD"/>
    <w:rsid w:val="00C54F34"/>
    <w:rsid w:val="00C7796A"/>
    <w:rsid w:val="00C90B88"/>
    <w:rsid w:val="00C9332C"/>
    <w:rsid w:val="00C97AFD"/>
    <w:rsid w:val="00CA6856"/>
    <w:rsid w:val="00CA759E"/>
    <w:rsid w:val="00CB2BAB"/>
    <w:rsid w:val="00CB777C"/>
    <w:rsid w:val="00CC65AB"/>
    <w:rsid w:val="00CD0105"/>
    <w:rsid w:val="00CE1C52"/>
    <w:rsid w:val="00CE27D3"/>
    <w:rsid w:val="00CE601F"/>
    <w:rsid w:val="00CF2076"/>
    <w:rsid w:val="00D01B6D"/>
    <w:rsid w:val="00D023FA"/>
    <w:rsid w:val="00D070C5"/>
    <w:rsid w:val="00D07D53"/>
    <w:rsid w:val="00D108F3"/>
    <w:rsid w:val="00D14EB1"/>
    <w:rsid w:val="00D2072E"/>
    <w:rsid w:val="00D23DAB"/>
    <w:rsid w:val="00D27AC7"/>
    <w:rsid w:val="00D33691"/>
    <w:rsid w:val="00D427FE"/>
    <w:rsid w:val="00D42CEA"/>
    <w:rsid w:val="00D46100"/>
    <w:rsid w:val="00D61318"/>
    <w:rsid w:val="00D62508"/>
    <w:rsid w:val="00D63EAC"/>
    <w:rsid w:val="00D655AD"/>
    <w:rsid w:val="00D658B7"/>
    <w:rsid w:val="00D70CEC"/>
    <w:rsid w:val="00D91228"/>
    <w:rsid w:val="00DA2A0E"/>
    <w:rsid w:val="00DB48F6"/>
    <w:rsid w:val="00DC2CE9"/>
    <w:rsid w:val="00DC2FDE"/>
    <w:rsid w:val="00DD13D2"/>
    <w:rsid w:val="00DD1754"/>
    <w:rsid w:val="00DD1EAD"/>
    <w:rsid w:val="00DE0860"/>
    <w:rsid w:val="00DE1A56"/>
    <w:rsid w:val="00DE511D"/>
    <w:rsid w:val="00DE688B"/>
    <w:rsid w:val="00DF41A5"/>
    <w:rsid w:val="00E054EE"/>
    <w:rsid w:val="00E07B13"/>
    <w:rsid w:val="00E101DB"/>
    <w:rsid w:val="00E11F92"/>
    <w:rsid w:val="00E14F37"/>
    <w:rsid w:val="00E27A32"/>
    <w:rsid w:val="00E30089"/>
    <w:rsid w:val="00E3022D"/>
    <w:rsid w:val="00E3531F"/>
    <w:rsid w:val="00E4210C"/>
    <w:rsid w:val="00E4469D"/>
    <w:rsid w:val="00E750FC"/>
    <w:rsid w:val="00E769C2"/>
    <w:rsid w:val="00E82574"/>
    <w:rsid w:val="00E84AEA"/>
    <w:rsid w:val="00E86C30"/>
    <w:rsid w:val="00E90C30"/>
    <w:rsid w:val="00E911FA"/>
    <w:rsid w:val="00E95FE6"/>
    <w:rsid w:val="00EA0032"/>
    <w:rsid w:val="00EA5D71"/>
    <w:rsid w:val="00EA6A10"/>
    <w:rsid w:val="00EB04D6"/>
    <w:rsid w:val="00EB2744"/>
    <w:rsid w:val="00EB3077"/>
    <w:rsid w:val="00EC5D96"/>
    <w:rsid w:val="00ED2065"/>
    <w:rsid w:val="00ED472A"/>
    <w:rsid w:val="00EE4BBB"/>
    <w:rsid w:val="00EE7366"/>
    <w:rsid w:val="00EF2952"/>
    <w:rsid w:val="00EF4D49"/>
    <w:rsid w:val="00F136FA"/>
    <w:rsid w:val="00F230E1"/>
    <w:rsid w:val="00F23FE1"/>
    <w:rsid w:val="00F27349"/>
    <w:rsid w:val="00F27895"/>
    <w:rsid w:val="00F420E5"/>
    <w:rsid w:val="00F47770"/>
    <w:rsid w:val="00F52699"/>
    <w:rsid w:val="00F57EF8"/>
    <w:rsid w:val="00F638A1"/>
    <w:rsid w:val="00F72E0C"/>
    <w:rsid w:val="00F73DA3"/>
    <w:rsid w:val="00F74915"/>
    <w:rsid w:val="00F7630C"/>
    <w:rsid w:val="00F84DC0"/>
    <w:rsid w:val="00F86E71"/>
    <w:rsid w:val="00F93C2D"/>
    <w:rsid w:val="00F97345"/>
    <w:rsid w:val="00FA3CFC"/>
    <w:rsid w:val="00FB253C"/>
    <w:rsid w:val="00FB2AF9"/>
    <w:rsid w:val="00FB5461"/>
    <w:rsid w:val="00FC78F4"/>
    <w:rsid w:val="00FD05C0"/>
    <w:rsid w:val="00FE28F8"/>
    <w:rsid w:val="00FF4192"/>
    <w:rsid w:val="4FB4E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B4E6E7"/>
  <w15:docId w15:val="{492C693B-9A8E-4A18-899C-EE8BF7E5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27C05"/>
    <w:pPr>
      <w:ind w:left="720"/>
      <w:contextualSpacing/>
    </w:pPr>
    <w:rPr>
      <w:rFonts w:eastAsiaTheme="minorHAnsi"/>
    </w:rPr>
  </w:style>
  <w:style w:type="paragraph" w:customStyle="1" w:styleId="Default">
    <w:name w:val="Default"/>
    <w:basedOn w:val="Normal"/>
    <w:rsid w:val="00327C05"/>
    <w:pPr>
      <w:autoSpaceDE w:val="0"/>
      <w:autoSpaceDN w:val="0"/>
    </w:pPr>
    <w:rPr>
      <w:rFonts w:ascii="Tahoma" w:eastAsiaTheme="minorHAnsi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7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eus%20documentos\Documento%20padr&#227;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Documento padrão.dotx</Template>
  <TotalTime>411</TotalTime>
  <Pages>2</Pages>
  <Words>373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Bento Sales Neto</dc:creator>
  <cp:keywords/>
  <cp:lastModifiedBy>Moacir Bento Sales Neto</cp:lastModifiedBy>
  <cp:revision>40</cp:revision>
  <cp:lastPrinted>2018-10-08T14:30:00Z</cp:lastPrinted>
  <dcterms:created xsi:type="dcterms:W3CDTF">2018-08-06T14:40:00Z</dcterms:created>
  <dcterms:modified xsi:type="dcterms:W3CDTF">2018-10-22T15:16:00Z</dcterms:modified>
</cp:coreProperties>
</file>